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84"/>
        <w:gridCol w:w="236"/>
        <w:gridCol w:w="124"/>
        <w:gridCol w:w="720"/>
        <w:gridCol w:w="619"/>
        <w:gridCol w:w="821"/>
        <w:gridCol w:w="1440"/>
        <w:gridCol w:w="334"/>
        <w:gridCol w:w="346"/>
        <w:gridCol w:w="4190"/>
        <w:gridCol w:w="272"/>
      </w:tblGrid>
      <w:tr w:rsidR="00471F0A" w14:paraId="1805B3FC" w14:textId="77777777" w:rsidTr="0047246C">
        <w:trPr>
          <w:gridBefore w:val="1"/>
          <w:gridAfter w:val="1"/>
          <w:wBefore w:w="184" w:type="dxa"/>
          <w:wAfter w:w="272" w:type="dxa"/>
          <w:trHeight w:val="344"/>
        </w:trPr>
        <w:tc>
          <w:tcPr>
            <w:tcW w:w="4294" w:type="dxa"/>
            <w:gridSpan w:val="7"/>
            <w:tcBorders>
              <w:bottom w:val="nil"/>
            </w:tcBorders>
          </w:tcPr>
          <w:p w14:paraId="17E8E257" w14:textId="6FC0E575" w:rsidR="00471F0A" w:rsidRPr="00594F67" w:rsidRDefault="00471F0A" w:rsidP="00FC7C74">
            <w:pPr>
              <w:jc w:val="center"/>
              <w:rPr>
                <w:b/>
              </w:rPr>
            </w:pPr>
            <w:r w:rsidRPr="00594F67">
              <w:rPr>
                <w:b/>
                <w:noProof/>
              </w:rPr>
              <w:drawing>
                <wp:inline distT="0" distB="0" distL="0" distR="0" wp14:anchorId="46431E29" wp14:editId="4DA93772">
                  <wp:extent cx="51816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2"/>
            <w:tcBorders>
              <w:bottom w:val="nil"/>
            </w:tcBorders>
          </w:tcPr>
          <w:p w14:paraId="5C3FD61B" w14:textId="77777777" w:rsidR="00471F0A" w:rsidRDefault="00471F0A" w:rsidP="00FC7C74"/>
        </w:tc>
      </w:tr>
      <w:tr w:rsidR="00471F0A" w14:paraId="0B502B83" w14:textId="77777777" w:rsidTr="0047246C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05D7EC60" w14:textId="77777777" w:rsidR="00471F0A" w:rsidRDefault="00471F0A" w:rsidP="00471F0A">
            <w:pPr>
              <w:pStyle w:val="1"/>
              <w:ind w:firstLine="0"/>
            </w:pPr>
            <w:r>
              <w:t>КОНТРОЛЬНО-СЧЕТНАЯ</w:t>
            </w:r>
          </w:p>
        </w:tc>
        <w:tc>
          <w:tcPr>
            <w:tcW w:w="4536" w:type="dxa"/>
            <w:gridSpan w:val="2"/>
            <w:vMerge w:val="restart"/>
          </w:tcPr>
          <w:p w14:paraId="4793C743" w14:textId="44E2DE00" w:rsidR="00471F0A" w:rsidRPr="00B00B8E" w:rsidRDefault="00471F0A" w:rsidP="00FC7C74">
            <w:pPr>
              <w:pStyle w:val="2"/>
              <w:jc w:val="center"/>
            </w:pPr>
            <w:r>
              <w:t>Адресат</w:t>
            </w:r>
          </w:p>
        </w:tc>
      </w:tr>
      <w:tr w:rsidR="00471F0A" w14:paraId="1CE8BD91" w14:textId="77777777" w:rsidTr="0047246C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1DA1EFB9" w14:textId="77777777" w:rsidR="00471F0A" w:rsidRDefault="00471F0A" w:rsidP="00471F0A">
            <w:pPr>
              <w:pStyle w:val="1"/>
              <w:ind w:firstLine="0"/>
            </w:pPr>
            <w:r>
              <w:t>ПАЛАТА</w:t>
            </w:r>
          </w:p>
        </w:tc>
        <w:tc>
          <w:tcPr>
            <w:tcW w:w="4536" w:type="dxa"/>
            <w:gridSpan w:val="2"/>
            <w:vMerge/>
          </w:tcPr>
          <w:p w14:paraId="68764959" w14:textId="77777777" w:rsidR="00471F0A" w:rsidRPr="00B00B8E" w:rsidRDefault="00471F0A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471F0A" w14:paraId="08EA3C2C" w14:textId="77777777" w:rsidTr="0047246C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</w:tcPr>
          <w:p w14:paraId="27BD1C2C" w14:textId="77777777" w:rsidR="00471F0A" w:rsidRDefault="00471F0A" w:rsidP="00471F0A">
            <w:pPr>
              <w:pStyle w:val="1"/>
              <w:ind w:firstLine="0"/>
            </w:pPr>
            <w:r>
              <w:t xml:space="preserve">ЛИПЕЦКОЙ ОБЛАСТИ </w:t>
            </w:r>
          </w:p>
        </w:tc>
        <w:tc>
          <w:tcPr>
            <w:tcW w:w="4536" w:type="dxa"/>
            <w:gridSpan w:val="2"/>
            <w:vMerge/>
          </w:tcPr>
          <w:p w14:paraId="1CEE9C2D" w14:textId="77777777" w:rsidR="00471F0A" w:rsidRPr="009A399B" w:rsidRDefault="00471F0A" w:rsidP="00FC7C74">
            <w:pPr>
              <w:jc w:val="center"/>
              <w:rPr>
                <w:sz w:val="28"/>
                <w:szCs w:val="28"/>
              </w:rPr>
            </w:pPr>
          </w:p>
        </w:tc>
      </w:tr>
      <w:tr w:rsidR="00471F0A" w14:paraId="1782EBF6" w14:textId="77777777" w:rsidTr="009576EE">
        <w:trPr>
          <w:gridBefore w:val="1"/>
          <w:gridAfter w:val="1"/>
          <w:wBefore w:w="184" w:type="dxa"/>
          <w:wAfter w:w="272" w:type="dxa"/>
          <w:trHeight w:val="753"/>
        </w:trPr>
        <w:tc>
          <w:tcPr>
            <w:tcW w:w="4294" w:type="dxa"/>
            <w:gridSpan w:val="7"/>
            <w:tcBorders>
              <w:bottom w:val="nil"/>
            </w:tcBorders>
          </w:tcPr>
          <w:p w14:paraId="01CB4569" w14:textId="19D7EDAA" w:rsidR="00471F0A" w:rsidRPr="00471F0A" w:rsidRDefault="00471F0A" w:rsidP="00471F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Зегеля ул., д. 1, г. Липецк,</w:t>
            </w:r>
            <w:r w:rsidRPr="00471F0A">
              <w:rPr>
                <w:sz w:val="18"/>
                <w:szCs w:val="18"/>
              </w:rPr>
              <w:t xml:space="preserve"> 398050</w:t>
            </w:r>
          </w:p>
          <w:p w14:paraId="6E327574" w14:textId="7FA87CA7" w:rsidR="00471F0A" w:rsidRPr="00471F0A" w:rsidRDefault="00471F0A" w:rsidP="0047246C">
            <w:pPr>
              <w:ind w:right="-284"/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</w:rPr>
              <w:t xml:space="preserve">тел.(4742) </w:t>
            </w:r>
            <w:r>
              <w:rPr>
                <w:sz w:val="18"/>
                <w:szCs w:val="18"/>
              </w:rPr>
              <w:t>7</w:t>
            </w:r>
            <w:r w:rsidRPr="00471F0A">
              <w:rPr>
                <w:sz w:val="18"/>
                <w:szCs w:val="18"/>
              </w:rPr>
              <w:t xml:space="preserve">7 </w:t>
            </w:r>
            <w:r>
              <w:rPr>
                <w:sz w:val="18"/>
                <w:szCs w:val="18"/>
              </w:rPr>
              <w:t>98</w:t>
            </w:r>
            <w:r w:rsidRPr="00471F0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20D0D8B5" w14:textId="68AB7CD1" w:rsidR="00471F0A" w:rsidRPr="00471F0A" w:rsidRDefault="00471F0A" w:rsidP="00471F0A">
            <w:pPr>
              <w:jc w:val="center"/>
              <w:rPr>
                <w:sz w:val="18"/>
                <w:szCs w:val="18"/>
              </w:rPr>
            </w:pPr>
            <w:r w:rsidRPr="00471F0A">
              <w:rPr>
                <w:sz w:val="18"/>
                <w:szCs w:val="18"/>
                <w:lang w:val="en-US"/>
              </w:rPr>
              <w:t>E</w:t>
            </w:r>
            <w:r w:rsidRPr="00471F0A">
              <w:rPr>
                <w:sz w:val="18"/>
                <w:szCs w:val="18"/>
              </w:rPr>
              <w:t>-</w:t>
            </w:r>
            <w:r w:rsidRPr="00471F0A">
              <w:rPr>
                <w:sz w:val="18"/>
                <w:szCs w:val="18"/>
                <w:lang w:val="en-US"/>
              </w:rPr>
              <w:t>mail</w:t>
            </w:r>
            <w:r w:rsidRPr="00471F0A">
              <w:rPr>
                <w:sz w:val="18"/>
                <w:szCs w:val="18"/>
              </w:rPr>
              <w:t>:</w:t>
            </w:r>
            <w:bookmarkStart w:id="0" w:name="_Hlk103257555"/>
            <w:r w:rsidRPr="00471F0A">
              <w:rPr>
                <w:sz w:val="18"/>
                <w:szCs w:val="18"/>
                <w:lang w:val="en-US"/>
              </w:rPr>
              <w:t>info</w:t>
            </w:r>
            <w:r w:rsidRPr="00471F0A">
              <w:rPr>
                <w:sz w:val="18"/>
                <w:szCs w:val="18"/>
              </w:rPr>
              <w:t>@</w:t>
            </w:r>
            <w:r w:rsidRPr="00471F0A">
              <w:rPr>
                <w:sz w:val="18"/>
                <w:szCs w:val="18"/>
                <w:lang w:val="en-US"/>
              </w:rPr>
              <w:t>ksp</w:t>
            </w:r>
            <w:r w:rsidRPr="00471F0A">
              <w:rPr>
                <w:sz w:val="18"/>
                <w:szCs w:val="18"/>
              </w:rPr>
              <w:t>48.</w:t>
            </w:r>
            <w:r w:rsidRPr="00471F0A">
              <w:rPr>
                <w:sz w:val="18"/>
                <w:szCs w:val="18"/>
                <w:lang w:val="en-US"/>
              </w:rPr>
              <w:t>ru</w:t>
            </w:r>
            <w:bookmarkEnd w:id="0"/>
          </w:p>
          <w:p w14:paraId="07166203" w14:textId="77777777" w:rsidR="00471F0A" w:rsidRPr="009A4ED5" w:rsidRDefault="00471F0A" w:rsidP="00471F0A">
            <w:pPr>
              <w:tabs>
                <w:tab w:val="left" w:pos="252"/>
              </w:tabs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00BAC0CB" w14:textId="77777777" w:rsidR="00471F0A" w:rsidRPr="005361F1" w:rsidRDefault="00471F0A" w:rsidP="00FC7C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71F0A" w14:paraId="6822DF0B" w14:textId="77777777" w:rsidTr="0047246C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360" w:type="dxa"/>
            <w:gridSpan w:val="2"/>
            <w:tcBorders>
              <w:bottom w:val="nil"/>
            </w:tcBorders>
          </w:tcPr>
          <w:p w14:paraId="14A30966" w14:textId="77777777" w:rsidR="00471F0A" w:rsidRDefault="00471F0A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</w:tcPr>
          <w:p w14:paraId="4DAC428B" w14:textId="77777777" w:rsidR="00471F0A" w:rsidRDefault="00471F0A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821" w:type="dxa"/>
            <w:tcBorders>
              <w:bottom w:val="nil"/>
            </w:tcBorders>
            <w:vAlign w:val="bottom"/>
          </w:tcPr>
          <w:p w14:paraId="64819E55" w14:textId="77777777" w:rsidR="00471F0A" w:rsidRPr="00471F0A" w:rsidRDefault="00471F0A" w:rsidP="00FC7C74">
            <w:pPr>
              <w:jc w:val="center"/>
              <w:rPr>
                <w:b/>
                <w:sz w:val="18"/>
              </w:rPr>
            </w:pPr>
            <w:r w:rsidRPr="00471F0A">
              <w:rPr>
                <w:b/>
                <w:sz w:val="1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BA3FE24" w14:textId="77777777" w:rsidR="00471F0A" w:rsidRDefault="00471F0A" w:rsidP="00FC7C74">
            <w:pPr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3D598E0F" w14:textId="77777777" w:rsidR="00471F0A" w:rsidRDefault="00471F0A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4536" w:type="dxa"/>
            <w:gridSpan w:val="2"/>
            <w:vMerge w:val="restart"/>
          </w:tcPr>
          <w:p w14:paraId="2FABAD44" w14:textId="77777777" w:rsidR="00471F0A" w:rsidRPr="005361F1" w:rsidRDefault="00471F0A" w:rsidP="00FC7C74"/>
        </w:tc>
      </w:tr>
      <w:tr w:rsidR="00471F0A" w14:paraId="6A4E7926" w14:textId="77777777" w:rsidTr="0047246C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4294" w:type="dxa"/>
            <w:gridSpan w:val="7"/>
            <w:tcBorders>
              <w:bottom w:val="nil"/>
            </w:tcBorders>
          </w:tcPr>
          <w:p w14:paraId="1CD3A4EE" w14:textId="77777777" w:rsidR="00471F0A" w:rsidRPr="00471F0A" w:rsidRDefault="00471F0A" w:rsidP="00FC7C74">
            <w:pPr>
              <w:jc w:val="center"/>
            </w:pPr>
          </w:p>
        </w:tc>
        <w:tc>
          <w:tcPr>
            <w:tcW w:w="4536" w:type="dxa"/>
            <w:gridSpan w:val="2"/>
            <w:vMerge/>
          </w:tcPr>
          <w:p w14:paraId="7E6B0291" w14:textId="77777777" w:rsidR="00471F0A" w:rsidRDefault="00471F0A" w:rsidP="00FC7C74"/>
        </w:tc>
      </w:tr>
      <w:tr w:rsidR="00471F0A" w14:paraId="38F70B06" w14:textId="77777777" w:rsidTr="0047246C">
        <w:trPr>
          <w:gridBefore w:val="1"/>
          <w:gridAfter w:val="1"/>
          <w:wBefore w:w="184" w:type="dxa"/>
          <w:wAfter w:w="272" w:type="dxa"/>
          <w:trHeight w:val="225"/>
        </w:trPr>
        <w:tc>
          <w:tcPr>
            <w:tcW w:w="236" w:type="dxa"/>
            <w:tcBorders>
              <w:bottom w:val="nil"/>
            </w:tcBorders>
          </w:tcPr>
          <w:p w14:paraId="5F8A8609" w14:textId="77777777" w:rsidR="00471F0A" w:rsidRDefault="00471F0A" w:rsidP="00FC7C74">
            <w:pPr>
              <w:jc w:val="center"/>
              <w:rPr>
                <w:sz w:val="18"/>
              </w:rPr>
            </w:pPr>
          </w:p>
        </w:tc>
        <w:tc>
          <w:tcPr>
            <w:tcW w:w="844" w:type="dxa"/>
            <w:gridSpan w:val="2"/>
            <w:tcBorders>
              <w:bottom w:val="nil"/>
            </w:tcBorders>
          </w:tcPr>
          <w:p w14:paraId="6045024D" w14:textId="77777777" w:rsidR="00471F0A" w:rsidRPr="00471F0A" w:rsidRDefault="00471F0A" w:rsidP="00FC7C74">
            <w:pPr>
              <w:rPr>
                <w:sz w:val="18"/>
              </w:rPr>
            </w:pPr>
            <w:r w:rsidRPr="00471F0A">
              <w:rPr>
                <w:sz w:val="18"/>
              </w:rPr>
              <w:t xml:space="preserve"> На №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5276278D" w14:textId="77777777" w:rsidR="00471F0A" w:rsidRPr="00471F0A" w:rsidRDefault="00471F0A" w:rsidP="00FC7C74">
            <w:pPr>
              <w:jc w:val="center"/>
              <w:rPr>
                <w:b/>
                <w:sz w:val="18"/>
              </w:rPr>
            </w:pPr>
          </w:p>
        </w:tc>
        <w:tc>
          <w:tcPr>
            <w:tcW w:w="334" w:type="dxa"/>
            <w:tcBorders>
              <w:bottom w:val="nil"/>
            </w:tcBorders>
          </w:tcPr>
          <w:p w14:paraId="19D8356D" w14:textId="77777777" w:rsidR="00471F0A" w:rsidRDefault="00471F0A" w:rsidP="00FC7C74">
            <w:pPr>
              <w:jc w:val="center"/>
              <w:rPr>
                <w:sz w:val="18"/>
              </w:rPr>
            </w:pPr>
          </w:p>
        </w:tc>
        <w:tc>
          <w:tcPr>
            <w:tcW w:w="4536" w:type="dxa"/>
            <w:gridSpan w:val="2"/>
            <w:vMerge/>
            <w:tcBorders>
              <w:bottom w:val="nil"/>
            </w:tcBorders>
          </w:tcPr>
          <w:p w14:paraId="16864AFA" w14:textId="77777777" w:rsidR="00471F0A" w:rsidRDefault="00471F0A" w:rsidP="00FC7C74"/>
        </w:tc>
      </w:tr>
      <w:tr w:rsidR="002D3E3F" w:rsidRPr="006771F7" w14:paraId="58A6321B" w14:textId="77777777" w:rsidTr="0047246C">
        <w:tc>
          <w:tcPr>
            <w:tcW w:w="4824" w:type="dxa"/>
            <w:gridSpan w:val="9"/>
          </w:tcPr>
          <w:p w14:paraId="7FF67D65" w14:textId="66150B2A" w:rsidR="002D3E3F" w:rsidRPr="008B2F2F" w:rsidRDefault="0047246C" w:rsidP="00C1485B">
            <w:pPr>
              <w:tabs>
                <w:tab w:val="left" w:pos="1560"/>
              </w:tabs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2D3E3F" w:rsidRPr="008B2F2F">
              <w:rPr>
                <w:sz w:val="28"/>
              </w:rPr>
              <w:t>О предоставлении информации</w:t>
            </w:r>
          </w:p>
        </w:tc>
        <w:tc>
          <w:tcPr>
            <w:tcW w:w="4462" w:type="dxa"/>
            <w:gridSpan w:val="2"/>
          </w:tcPr>
          <w:p w14:paraId="2E35951C" w14:textId="77777777" w:rsidR="002D3E3F" w:rsidRPr="006771F7" w:rsidRDefault="002D3E3F" w:rsidP="00C1485B">
            <w:pPr>
              <w:rPr>
                <w:sz w:val="28"/>
              </w:rPr>
            </w:pPr>
          </w:p>
        </w:tc>
      </w:tr>
    </w:tbl>
    <w:p w14:paraId="164AEE56" w14:textId="77777777" w:rsidR="0047246C" w:rsidRDefault="00A67B5F" w:rsidP="001C15A2">
      <w:pPr>
        <w:keepNext/>
        <w:widowControl w:val="0"/>
        <w:ind w:firstLine="720"/>
        <w:outlineLvl w:val="1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                  </w:t>
      </w:r>
    </w:p>
    <w:p w14:paraId="7ADD14F7" w14:textId="3BA74425" w:rsidR="002D3E3F" w:rsidRPr="006771F7" w:rsidRDefault="002D3E3F" w:rsidP="0047246C">
      <w:pPr>
        <w:keepNext/>
        <w:widowControl w:val="0"/>
        <w:ind w:firstLine="720"/>
        <w:jc w:val="center"/>
        <w:outlineLvl w:val="1"/>
        <w:rPr>
          <w:snapToGrid w:val="0"/>
          <w:color w:val="000000"/>
          <w:sz w:val="28"/>
        </w:rPr>
      </w:pPr>
      <w:r w:rsidRPr="006771F7">
        <w:rPr>
          <w:snapToGrid w:val="0"/>
          <w:color w:val="000000"/>
          <w:sz w:val="28"/>
        </w:rPr>
        <w:t>Уважаемый ________________________!</w:t>
      </w:r>
    </w:p>
    <w:p w14:paraId="0E7A3BCC" w14:textId="216AC40B" w:rsidR="002D3E3F" w:rsidRDefault="002D3E3F" w:rsidP="001C15A2">
      <w:pPr>
        <w:tabs>
          <w:tab w:val="left" w:pos="5226"/>
        </w:tabs>
      </w:pPr>
      <w:r w:rsidRPr="006771F7">
        <w:rPr>
          <w:sz w:val="24"/>
        </w:rPr>
        <w:tab/>
        <w:t>/</w:t>
      </w:r>
      <w:r w:rsidRPr="006771F7">
        <w:t>имя, отчество/</w:t>
      </w:r>
    </w:p>
    <w:p w14:paraId="17EF8D66" w14:textId="77777777" w:rsidR="0047246C" w:rsidRPr="006771F7" w:rsidRDefault="0047246C" w:rsidP="001C15A2">
      <w:pPr>
        <w:tabs>
          <w:tab w:val="left" w:pos="5226"/>
        </w:tabs>
      </w:pPr>
    </w:p>
    <w:p w14:paraId="0254C287" w14:textId="15036AF3" w:rsidR="002D3E3F" w:rsidRPr="006771F7" w:rsidRDefault="002D3E3F" w:rsidP="001C15A2">
      <w:pPr>
        <w:ind w:firstLine="702"/>
        <w:jc w:val="both"/>
        <w:rPr>
          <w:sz w:val="28"/>
        </w:rPr>
      </w:pPr>
      <w:r w:rsidRPr="006771F7">
        <w:rPr>
          <w:sz w:val="28"/>
          <w:szCs w:val="28"/>
        </w:rPr>
        <w:t xml:space="preserve">В соответствии с пунктом ____ </w:t>
      </w:r>
      <w:r w:rsidR="00066D6B">
        <w:rPr>
          <w:sz w:val="28"/>
          <w:szCs w:val="28"/>
        </w:rPr>
        <w:t>раздела ___</w:t>
      </w:r>
      <w:r w:rsidR="00DF34A9">
        <w:rPr>
          <w:sz w:val="28"/>
          <w:szCs w:val="28"/>
        </w:rPr>
        <w:t xml:space="preserve">плана </w:t>
      </w:r>
      <w:r w:rsidR="00A67B5F">
        <w:rPr>
          <w:sz w:val="28"/>
          <w:szCs w:val="28"/>
        </w:rPr>
        <w:t>работы</w:t>
      </w:r>
      <w:r w:rsidRPr="006771F7">
        <w:rPr>
          <w:sz w:val="28"/>
          <w:szCs w:val="28"/>
        </w:rPr>
        <w:t xml:space="preserve"> Контрольно-счетная палата </w:t>
      </w:r>
      <w:r w:rsidR="00A67B5F">
        <w:rPr>
          <w:sz w:val="28"/>
          <w:szCs w:val="28"/>
        </w:rPr>
        <w:t>Липецкой области</w:t>
      </w:r>
      <w:r w:rsidRPr="006771F7">
        <w:rPr>
          <w:sz w:val="28"/>
        </w:rPr>
        <w:t xml:space="preserve"> проводит (планирует провести) </w:t>
      </w:r>
      <w:r w:rsidR="000D5E36">
        <w:rPr>
          <w:sz w:val="28"/>
        </w:rPr>
        <w:t>_________</w:t>
      </w:r>
      <w:r w:rsidRPr="006771F7">
        <w:rPr>
          <w:sz w:val="28"/>
        </w:rPr>
        <w:t xml:space="preserve"> мероприятие</w:t>
      </w:r>
      <w:r w:rsidR="00C32D83">
        <w:rPr>
          <w:sz w:val="28"/>
        </w:rPr>
        <w:t>___________</w:t>
      </w:r>
      <w:r w:rsidR="00B26580">
        <w:rPr>
          <w:sz w:val="28"/>
        </w:rPr>
        <w:t>__________________</w:t>
      </w:r>
      <w:r w:rsidR="00DF34A9">
        <w:rPr>
          <w:sz w:val="28"/>
        </w:rPr>
        <w:t>__</w:t>
      </w:r>
      <w:r w:rsidR="00E8199B">
        <w:rPr>
          <w:sz w:val="28"/>
        </w:rPr>
        <w:t>________</w:t>
      </w:r>
      <w:r w:rsidR="000D5E36">
        <w:rPr>
          <w:sz w:val="28"/>
        </w:rPr>
        <w:t>___________</w:t>
      </w:r>
      <w:r w:rsidR="00E8199B">
        <w:rPr>
          <w:sz w:val="28"/>
        </w:rPr>
        <w:t>_____</w:t>
      </w:r>
    </w:p>
    <w:p w14:paraId="08B7581D" w14:textId="77777777" w:rsidR="002D3E3F" w:rsidRPr="006771F7" w:rsidRDefault="002D3E3F" w:rsidP="002D3E3F">
      <w:pPr>
        <w:tabs>
          <w:tab w:val="left" w:pos="2730"/>
        </w:tabs>
        <w:ind w:firstLine="709"/>
      </w:pPr>
      <w:r w:rsidRPr="006771F7">
        <w:tab/>
      </w:r>
      <w:r w:rsidR="00DF34A9">
        <w:t xml:space="preserve">      </w:t>
      </w:r>
      <w:r w:rsidRPr="006771F7">
        <w:t>/название мероприятия/</w:t>
      </w:r>
    </w:p>
    <w:p w14:paraId="7CBC044F" w14:textId="5F72AAA2" w:rsidR="002D3E3F" w:rsidRPr="006771F7" w:rsidRDefault="002D3E3F" w:rsidP="002D3E3F">
      <w:pPr>
        <w:jc w:val="both"/>
        <w:rPr>
          <w:sz w:val="28"/>
          <w:szCs w:val="28"/>
        </w:rPr>
      </w:pPr>
      <w:r w:rsidRPr="006771F7">
        <w:rPr>
          <w:sz w:val="28"/>
          <w:szCs w:val="28"/>
        </w:rPr>
        <w:t>в ________________________________________________</w:t>
      </w:r>
      <w:r w:rsidR="00B26580">
        <w:rPr>
          <w:sz w:val="28"/>
          <w:szCs w:val="28"/>
        </w:rPr>
        <w:t>___</w:t>
      </w:r>
      <w:r w:rsidRPr="006771F7">
        <w:rPr>
          <w:sz w:val="28"/>
          <w:szCs w:val="28"/>
        </w:rPr>
        <w:t>___</w:t>
      </w:r>
      <w:r w:rsidR="00662F75">
        <w:rPr>
          <w:sz w:val="28"/>
          <w:szCs w:val="28"/>
        </w:rPr>
        <w:t>__________</w:t>
      </w:r>
      <w:r w:rsidR="00E8199B">
        <w:rPr>
          <w:sz w:val="28"/>
          <w:szCs w:val="28"/>
        </w:rPr>
        <w:t>.</w:t>
      </w:r>
    </w:p>
    <w:p w14:paraId="53FE4F3D" w14:textId="77777777" w:rsidR="002D3E3F" w:rsidRPr="006771F7" w:rsidRDefault="002D3E3F" w:rsidP="002D3E3F">
      <w:pPr>
        <w:tabs>
          <w:tab w:val="left" w:pos="2418"/>
        </w:tabs>
        <w:ind w:firstLine="709"/>
      </w:pPr>
      <w:r w:rsidRPr="006771F7">
        <w:tab/>
      </w:r>
      <w:r w:rsidR="00E8199B">
        <w:t xml:space="preserve">                </w:t>
      </w:r>
      <w:r w:rsidRPr="006771F7">
        <w:t xml:space="preserve">/наименование </w:t>
      </w:r>
      <w:r w:rsidR="00B26580">
        <w:t>объекта контроля</w:t>
      </w:r>
      <w:r w:rsidRPr="006771F7">
        <w:t>/</w:t>
      </w:r>
    </w:p>
    <w:p w14:paraId="5E32AE26" w14:textId="65FB5FA3" w:rsidR="002D3E3F" w:rsidRPr="006771F7" w:rsidRDefault="002D3E3F" w:rsidP="00E8199B">
      <w:pPr>
        <w:spacing w:before="120"/>
        <w:ind w:firstLine="748"/>
        <w:jc w:val="both"/>
        <w:rPr>
          <w:sz w:val="28"/>
          <w:szCs w:val="28"/>
        </w:rPr>
      </w:pPr>
      <w:r w:rsidRPr="006771F7">
        <w:rPr>
          <w:sz w:val="28"/>
          <w:szCs w:val="28"/>
        </w:rPr>
        <w:t>На основании ст. 1</w:t>
      </w:r>
      <w:r w:rsidR="00A67B5F">
        <w:rPr>
          <w:sz w:val="28"/>
          <w:szCs w:val="28"/>
        </w:rPr>
        <w:t>2</w:t>
      </w:r>
      <w:r w:rsidRPr="006771F7">
        <w:rPr>
          <w:sz w:val="28"/>
          <w:szCs w:val="28"/>
        </w:rPr>
        <w:t xml:space="preserve"> Закона </w:t>
      </w:r>
      <w:r w:rsidR="00A67B5F">
        <w:rPr>
          <w:sz w:val="28"/>
          <w:szCs w:val="28"/>
        </w:rPr>
        <w:t xml:space="preserve">Липецкой </w:t>
      </w:r>
      <w:r w:rsidRPr="006771F7">
        <w:rPr>
          <w:sz w:val="28"/>
          <w:szCs w:val="28"/>
        </w:rPr>
        <w:t xml:space="preserve">области </w:t>
      </w:r>
      <w:r w:rsidR="005364DD" w:rsidRPr="006771F7">
        <w:rPr>
          <w:sz w:val="28"/>
          <w:szCs w:val="28"/>
        </w:rPr>
        <w:t xml:space="preserve">от </w:t>
      </w:r>
      <w:r w:rsidR="00A67B5F">
        <w:rPr>
          <w:sz w:val="28"/>
          <w:szCs w:val="28"/>
        </w:rPr>
        <w:t>1</w:t>
      </w:r>
      <w:r w:rsidR="00662F75">
        <w:rPr>
          <w:sz w:val="28"/>
          <w:szCs w:val="28"/>
        </w:rPr>
        <w:t>4</w:t>
      </w:r>
      <w:r w:rsidR="00E8199B">
        <w:rPr>
          <w:sz w:val="28"/>
          <w:szCs w:val="28"/>
        </w:rPr>
        <w:t>.0</w:t>
      </w:r>
      <w:r w:rsidR="00A67B5F">
        <w:rPr>
          <w:sz w:val="28"/>
          <w:szCs w:val="28"/>
        </w:rPr>
        <w:t>7</w:t>
      </w:r>
      <w:r w:rsidR="00E8199B">
        <w:rPr>
          <w:sz w:val="28"/>
          <w:szCs w:val="28"/>
        </w:rPr>
        <w:t>.</w:t>
      </w:r>
      <w:r w:rsidR="00A67B5F">
        <w:rPr>
          <w:sz w:val="28"/>
          <w:szCs w:val="28"/>
        </w:rPr>
        <w:t>2011</w:t>
      </w:r>
      <w:r w:rsidR="005364DD" w:rsidRPr="006771F7">
        <w:rPr>
          <w:sz w:val="28"/>
          <w:szCs w:val="28"/>
        </w:rPr>
        <w:t xml:space="preserve"> № </w:t>
      </w:r>
      <w:r w:rsidR="00A67B5F">
        <w:rPr>
          <w:sz w:val="28"/>
          <w:szCs w:val="28"/>
        </w:rPr>
        <w:t>517</w:t>
      </w:r>
      <w:r w:rsidR="005364DD" w:rsidRPr="006771F7">
        <w:rPr>
          <w:sz w:val="28"/>
          <w:szCs w:val="28"/>
        </w:rPr>
        <w:t>-</w:t>
      </w:r>
      <w:r w:rsidR="00A67B5F">
        <w:rPr>
          <w:sz w:val="28"/>
          <w:szCs w:val="28"/>
        </w:rPr>
        <w:t>ОЗ</w:t>
      </w:r>
      <w:r w:rsidR="005364DD" w:rsidRPr="006771F7">
        <w:rPr>
          <w:sz w:val="28"/>
          <w:szCs w:val="28"/>
        </w:rPr>
        <w:t xml:space="preserve"> </w:t>
      </w:r>
      <w:r w:rsidRPr="006771F7">
        <w:rPr>
          <w:sz w:val="28"/>
          <w:szCs w:val="28"/>
        </w:rPr>
        <w:t xml:space="preserve">«О Контрольно-счетной палате </w:t>
      </w:r>
      <w:r w:rsidR="00A67B5F">
        <w:rPr>
          <w:sz w:val="28"/>
          <w:szCs w:val="28"/>
        </w:rPr>
        <w:t>Липецкой</w:t>
      </w:r>
      <w:r w:rsidRPr="006771F7">
        <w:rPr>
          <w:sz w:val="28"/>
          <w:szCs w:val="28"/>
        </w:rPr>
        <w:t xml:space="preserve"> области» п</w:t>
      </w:r>
      <w:r w:rsidR="00D8131C">
        <w:rPr>
          <w:sz w:val="28"/>
          <w:szCs w:val="28"/>
        </w:rPr>
        <w:t xml:space="preserve">рошу </w:t>
      </w:r>
      <w:r w:rsidRPr="006771F7">
        <w:rPr>
          <w:sz w:val="28"/>
          <w:szCs w:val="28"/>
        </w:rPr>
        <w:t>пред</w:t>
      </w:r>
      <w:r w:rsidR="00E8199B">
        <w:rPr>
          <w:sz w:val="28"/>
          <w:szCs w:val="28"/>
        </w:rPr>
        <w:t>о</w:t>
      </w:r>
      <w:r w:rsidRPr="006771F7">
        <w:rPr>
          <w:sz w:val="28"/>
          <w:szCs w:val="28"/>
        </w:rPr>
        <w:t>ставить (пору</w:t>
      </w:r>
      <w:r w:rsidR="00637E52">
        <w:rPr>
          <w:sz w:val="28"/>
          <w:szCs w:val="28"/>
        </w:rPr>
        <w:t xml:space="preserve">чить </w:t>
      </w:r>
      <w:r w:rsidRPr="006771F7">
        <w:rPr>
          <w:sz w:val="28"/>
          <w:szCs w:val="28"/>
        </w:rPr>
        <w:t>пред</w:t>
      </w:r>
      <w:r w:rsidR="00E8199B">
        <w:rPr>
          <w:sz w:val="28"/>
          <w:szCs w:val="28"/>
        </w:rPr>
        <w:t>о</w:t>
      </w:r>
      <w:r w:rsidRPr="006771F7">
        <w:rPr>
          <w:sz w:val="28"/>
          <w:szCs w:val="28"/>
        </w:rPr>
        <w:t>ставить)</w:t>
      </w:r>
      <w:r w:rsidR="00637E52">
        <w:rPr>
          <w:sz w:val="28"/>
          <w:szCs w:val="28"/>
        </w:rPr>
        <w:t xml:space="preserve"> </w:t>
      </w:r>
      <w:r w:rsidR="0017634E">
        <w:rPr>
          <w:sz w:val="28"/>
          <w:szCs w:val="28"/>
        </w:rPr>
        <w:t>в срок до ____ _________20</w:t>
      </w:r>
      <w:r w:rsidR="0017634E" w:rsidRPr="006771F7">
        <w:rPr>
          <w:sz w:val="28"/>
          <w:szCs w:val="28"/>
        </w:rPr>
        <w:t xml:space="preserve">_ г </w:t>
      </w:r>
      <w:r w:rsidRPr="006771F7">
        <w:rPr>
          <w:sz w:val="28"/>
          <w:szCs w:val="28"/>
        </w:rPr>
        <w:t>следующие документы (материалы, данные или информацию):</w:t>
      </w:r>
    </w:p>
    <w:p w14:paraId="594FE396" w14:textId="77777777" w:rsidR="002D3E3F" w:rsidRPr="006771F7" w:rsidRDefault="002D3E3F" w:rsidP="002D3E3F">
      <w:pPr>
        <w:ind w:firstLine="748"/>
        <w:jc w:val="both"/>
        <w:rPr>
          <w:sz w:val="28"/>
          <w:szCs w:val="28"/>
        </w:rPr>
      </w:pPr>
      <w:r w:rsidRPr="006771F7">
        <w:rPr>
          <w:sz w:val="28"/>
          <w:szCs w:val="28"/>
        </w:rPr>
        <w:t>1. _________________________________________________________</w:t>
      </w:r>
    </w:p>
    <w:p w14:paraId="68DACE07" w14:textId="77777777" w:rsidR="002D3E3F" w:rsidRPr="006771F7" w:rsidRDefault="002D3E3F" w:rsidP="002D3E3F">
      <w:pPr>
        <w:ind w:firstLine="748"/>
        <w:jc w:val="both"/>
        <w:rPr>
          <w:sz w:val="28"/>
          <w:szCs w:val="28"/>
        </w:rPr>
      </w:pPr>
      <w:r w:rsidRPr="006771F7">
        <w:rPr>
          <w:sz w:val="28"/>
          <w:szCs w:val="28"/>
        </w:rPr>
        <w:t>2. _________________________________________________________</w:t>
      </w:r>
    </w:p>
    <w:p w14:paraId="2D1EC8E6" w14:textId="77777777" w:rsidR="002D3E3F" w:rsidRPr="0017634E" w:rsidRDefault="002D3E3F" w:rsidP="0017634E">
      <w:pPr>
        <w:tabs>
          <w:tab w:val="left" w:pos="1326"/>
        </w:tabs>
        <w:ind w:firstLine="709"/>
        <w:jc w:val="center"/>
      </w:pPr>
      <w:r w:rsidRPr="006771F7">
        <w:t xml:space="preserve">/указываются наименования конкретных документов или формулируются вопросы, </w:t>
      </w:r>
      <w:r w:rsidRPr="006771F7">
        <w:br/>
        <w:t>по которым необходимо представить соответствующую информацию/</w:t>
      </w:r>
      <w:r w:rsidR="00E8199B" w:rsidRPr="006771F7">
        <w:rPr>
          <w:sz w:val="28"/>
          <w:szCs w:val="28"/>
        </w:rPr>
        <w:t>.</w:t>
      </w:r>
    </w:p>
    <w:p w14:paraId="6FE7531A" w14:textId="40CE6892" w:rsidR="001C15A2" w:rsidRPr="001C15A2" w:rsidRDefault="0017634E" w:rsidP="001C15A2">
      <w:pPr>
        <w:autoSpaceDE w:val="0"/>
        <w:autoSpaceDN w:val="0"/>
        <w:adjustRightInd w:val="0"/>
        <w:ind w:firstLine="709"/>
        <w:jc w:val="both"/>
        <w:rPr>
          <w:i/>
          <w:iCs/>
          <w:sz w:val="26"/>
          <w:szCs w:val="26"/>
        </w:rPr>
      </w:pPr>
      <w:r w:rsidRPr="0017634E">
        <w:rPr>
          <w:i/>
          <w:iCs/>
          <w:sz w:val="26"/>
          <w:szCs w:val="26"/>
        </w:rPr>
        <w:t xml:space="preserve">Информируем Вас, что согласно положениям </w:t>
      </w:r>
      <w:r w:rsidR="001C15A2">
        <w:rPr>
          <w:i/>
          <w:iCs/>
          <w:sz w:val="26"/>
          <w:szCs w:val="26"/>
        </w:rPr>
        <w:t xml:space="preserve">части 4 </w:t>
      </w:r>
      <w:r w:rsidRPr="0017634E">
        <w:rPr>
          <w:i/>
          <w:iCs/>
          <w:sz w:val="26"/>
          <w:szCs w:val="26"/>
        </w:rPr>
        <w:t>ст</w:t>
      </w:r>
      <w:r w:rsidR="001C15A2">
        <w:rPr>
          <w:i/>
          <w:iCs/>
          <w:sz w:val="26"/>
          <w:szCs w:val="26"/>
        </w:rPr>
        <w:t>атьи</w:t>
      </w:r>
      <w:r w:rsidRPr="0017634E">
        <w:rPr>
          <w:i/>
          <w:iCs/>
          <w:sz w:val="26"/>
          <w:szCs w:val="26"/>
        </w:rPr>
        <w:t xml:space="preserve"> 1</w:t>
      </w:r>
      <w:r w:rsidR="001C15A2">
        <w:rPr>
          <w:i/>
          <w:iCs/>
          <w:sz w:val="26"/>
          <w:szCs w:val="26"/>
        </w:rPr>
        <w:t>5</w:t>
      </w:r>
      <w:r w:rsidRPr="0017634E">
        <w:rPr>
          <w:i/>
          <w:iCs/>
          <w:sz w:val="26"/>
          <w:szCs w:val="26"/>
        </w:rPr>
        <w:t xml:space="preserve"> </w:t>
      </w:r>
      <w:r w:rsidR="001C15A2">
        <w:rPr>
          <w:i/>
          <w:iCs/>
          <w:sz w:val="26"/>
          <w:szCs w:val="26"/>
        </w:rPr>
        <w:t>Федерального з</w:t>
      </w:r>
      <w:r w:rsidRPr="0017634E">
        <w:rPr>
          <w:i/>
          <w:iCs/>
          <w:sz w:val="26"/>
          <w:szCs w:val="26"/>
        </w:rPr>
        <w:t xml:space="preserve">акона от </w:t>
      </w:r>
      <w:r w:rsidR="001C15A2">
        <w:rPr>
          <w:i/>
          <w:iCs/>
          <w:sz w:val="26"/>
          <w:szCs w:val="26"/>
        </w:rPr>
        <w:t>07</w:t>
      </w:r>
      <w:r w:rsidRPr="0017634E">
        <w:rPr>
          <w:i/>
          <w:iCs/>
          <w:sz w:val="26"/>
          <w:szCs w:val="26"/>
        </w:rPr>
        <w:t>.0</w:t>
      </w:r>
      <w:r w:rsidR="001C15A2">
        <w:rPr>
          <w:i/>
          <w:iCs/>
          <w:sz w:val="26"/>
          <w:szCs w:val="26"/>
        </w:rPr>
        <w:t>2</w:t>
      </w:r>
      <w:r w:rsidRPr="0017634E">
        <w:rPr>
          <w:i/>
          <w:iCs/>
          <w:sz w:val="26"/>
          <w:szCs w:val="26"/>
        </w:rPr>
        <w:t>.</w:t>
      </w:r>
      <w:r w:rsidR="00662F75">
        <w:rPr>
          <w:i/>
          <w:iCs/>
          <w:sz w:val="26"/>
          <w:szCs w:val="26"/>
        </w:rPr>
        <w:t>2011</w:t>
      </w:r>
      <w:r w:rsidRPr="0017634E">
        <w:rPr>
          <w:i/>
          <w:iCs/>
          <w:sz w:val="26"/>
          <w:szCs w:val="26"/>
        </w:rPr>
        <w:t xml:space="preserve"> № </w:t>
      </w:r>
      <w:r w:rsidR="001C15A2">
        <w:rPr>
          <w:i/>
          <w:iCs/>
          <w:sz w:val="26"/>
          <w:szCs w:val="26"/>
        </w:rPr>
        <w:t>6</w:t>
      </w:r>
      <w:r w:rsidR="00662F75">
        <w:rPr>
          <w:i/>
          <w:iCs/>
          <w:sz w:val="26"/>
          <w:szCs w:val="26"/>
        </w:rPr>
        <w:t>-</w:t>
      </w:r>
      <w:r w:rsidR="001C15A2">
        <w:rPr>
          <w:i/>
          <w:iCs/>
          <w:sz w:val="26"/>
          <w:szCs w:val="26"/>
        </w:rPr>
        <w:t>Ф</w:t>
      </w:r>
      <w:r w:rsidR="00662F75">
        <w:rPr>
          <w:i/>
          <w:iCs/>
          <w:sz w:val="26"/>
          <w:szCs w:val="26"/>
        </w:rPr>
        <w:t>З</w:t>
      </w:r>
      <w:r w:rsidRPr="0017634E">
        <w:rPr>
          <w:i/>
          <w:iCs/>
          <w:sz w:val="26"/>
          <w:szCs w:val="26"/>
        </w:rPr>
        <w:t xml:space="preserve"> «</w:t>
      </w:r>
      <w:r w:rsidR="001C15A2" w:rsidRPr="001C15A2">
        <w:rPr>
          <w:i/>
          <w:iCs/>
          <w:sz w:val="26"/>
          <w:szCs w:val="26"/>
        </w:rPr>
        <w:t xml:space="preserve">Об общих принципах организации </w:t>
      </w:r>
      <w:r w:rsidR="001C15A2">
        <w:rPr>
          <w:i/>
          <w:iCs/>
          <w:sz w:val="26"/>
          <w:szCs w:val="26"/>
        </w:rPr>
        <w:t xml:space="preserve">                 </w:t>
      </w:r>
      <w:r w:rsidR="001C15A2" w:rsidRPr="001C15A2">
        <w:rPr>
          <w:i/>
          <w:iCs/>
          <w:sz w:val="26"/>
          <w:szCs w:val="26"/>
        </w:rPr>
        <w:t>и деятельности контрольно-сч</w:t>
      </w:r>
      <w:r w:rsidR="001C15A2">
        <w:rPr>
          <w:i/>
          <w:iCs/>
          <w:sz w:val="26"/>
          <w:szCs w:val="26"/>
        </w:rPr>
        <w:t xml:space="preserve">етных органов </w:t>
      </w:r>
      <w:r w:rsidR="001C15A2" w:rsidRPr="001C15A2">
        <w:rPr>
          <w:i/>
          <w:iCs/>
          <w:sz w:val="26"/>
          <w:szCs w:val="26"/>
        </w:rPr>
        <w:t xml:space="preserve">субъектов Российской Федерации </w:t>
      </w:r>
      <w:r w:rsidR="001C15A2">
        <w:rPr>
          <w:i/>
          <w:iCs/>
          <w:sz w:val="26"/>
          <w:szCs w:val="26"/>
        </w:rPr>
        <w:t xml:space="preserve">             </w:t>
      </w:r>
      <w:r w:rsidR="001C15A2" w:rsidRPr="001C15A2">
        <w:rPr>
          <w:i/>
          <w:iCs/>
          <w:sz w:val="26"/>
          <w:szCs w:val="26"/>
        </w:rPr>
        <w:t>и муниципальных образований</w:t>
      </w:r>
      <w:r w:rsidRPr="0017634E">
        <w:rPr>
          <w:i/>
          <w:iCs/>
          <w:sz w:val="26"/>
          <w:szCs w:val="26"/>
        </w:rPr>
        <w:t xml:space="preserve">» </w:t>
      </w:r>
      <w:r w:rsidR="001C15A2">
        <w:rPr>
          <w:i/>
          <w:iCs/>
          <w:sz w:val="26"/>
          <w:szCs w:val="26"/>
        </w:rPr>
        <w:t>н</w:t>
      </w:r>
      <w:r w:rsidR="001C15A2" w:rsidRPr="001C15A2">
        <w:rPr>
          <w:i/>
          <w:iCs/>
          <w:sz w:val="26"/>
          <w:szCs w:val="26"/>
        </w:rPr>
        <w:t>епредставление или несвоевременное представление органами и организациями в контрольно-счетные органы по их запросам информации, документов и материалов, необходимых для проведения контрольных мероприятий, а равно представление информации, документов и материалов</w:t>
      </w:r>
      <w:r w:rsidR="001C15A2">
        <w:rPr>
          <w:i/>
          <w:iCs/>
          <w:sz w:val="26"/>
          <w:szCs w:val="26"/>
        </w:rPr>
        <w:t xml:space="preserve"> </w:t>
      </w:r>
      <w:r w:rsidR="001C15A2" w:rsidRPr="001C15A2">
        <w:rPr>
          <w:i/>
          <w:iCs/>
          <w:sz w:val="26"/>
          <w:szCs w:val="26"/>
        </w:rPr>
        <w:t>не в полном объеме или представление недостоверных информации, документов</w:t>
      </w:r>
      <w:r w:rsidR="001C15A2">
        <w:rPr>
          <w:i/>
          <w:iCs/>
          <w:sz w:val="26"/>
          <w:szCs w:val="26"/>
        </w:rPr>
        <w:t xml:space="preserve"> </w:t>
      </w:r>
      <w:r w:rsidR="001C15A2" w:rsidRPr="001C15A2">
        <w:rPr>
          <w:i/>
          <w:iCs/>
          <w:sz w:val="26"/>
          <w:szCs w:val="26"/>
        </w:rPr>
        <w:t xml:space="preserve">и материалов влечет за собой ответственность, установленную </w:t>
      </w:r>
      <w:r w:rsidR="001C15A2">
        <w:rPr>
          <w:i/>
          <w:iCs/>
          <w:sz w:val="26"/>
          <w:szCs w:val="26"/>
        </w:rPr>
        <w:t xml:space="preserve">федеральным </w:t>
      </w:r>
      <w:r w:rsidR="001C15A2" w:rsidRPr="001C15A2">
        <w:rPr>
          <w:i/>
          <w:iCs/>
          <w:sz w:val="26"/>
          <w:szCs w:val="26"/>
        </w:rPr>
        <w:t>законодательством</w:t>
      </w:r>
      <w:r w:rsidR="001C15A2">
        <w:rPr>
          <w:i/>
          <w:iCs/>
          <w:sz w:val="26"/>
          <w:szCs w:val="26"/>
        </w:rPr>
        <w:t>.</w:t>
      </w:r>
    </w:p>
    <w:p w14:paraId="5B17E38F" w14:textId="77777777" w:rsidR="002D3E3F" w:rsidRPr="006771F7" w:rsidRDefault="002D3E3F" w:rsidP="001C15A2">
      <w:pPr>
        <w:keepNext/>
        <w:widowControl w:val="0"/>
        <w:tabs>
          <w:tab w:val="left" w:pos="-5529"/>
          <w:tab w:val="right" w:pos="9072"/>
        </w:tabs>
        <w:spacing w:before="120"/>
        <w:jc w:val="both"/>
        <w:outlineLvl w:val="1"/>
        <w:rPr>
          <w:snapToGrid w:val="0"/>
          <w:color w:val="000000"/>
          <w:sz w:val="28"/>
          <w:szCs w:val="28"/>
        </w:rPr>
      </w:pPr>
      <w:r w:rsidRPr="006771F7">
        <w:rPr>
          <w:snapToGrid w:val="0"/>
          <w:color w:val="000000"/>
          <w:sz w:val="28"/>
          <w:szCs w:val="28"/>
        </w:rPr>
        <w:t xml:space="preserve">Председатель </w:t>
      </w:r>
      <w:r w:rsidR="00E8199B">
        <w:rPr>
          <w:snapToGrid w:val="0"/>
          <w:color w:val="000000"/>
          <w:sz w:val="28"/>
          <w:szCs w:val="28"/>
        </w:rPr>
        <w:t xml:space="preserve">                                                                                                          ФИО</w:t>
      </w:r>
    </w:p>
    <w:p w14:paraId="14640755" w14:textId="77777777" w:rsidR="002D3E3F" w:rsidRPr="006771F7" w:rsidRDefault="002B1FB6" w:rsidP="002D3E3F">
      <w:r>
        <w:t>ФИО исполнителя</w:t>
      </w:r>
    </w:p>
    <w:p w14:paraId="5C79F91B" w14:textId="75DCFFE5" w:rsidR="004D337B" w:rsidRDefault="002B1FB6" w:rsidP="002D3E3F">
      <w:r>
        <w:t>№ телефона</w:t>
      </w:r>
    </w:p>
    <w:p w14:paraId="5AD8EFD4" w14:textId="77777777" w:rsidR="009444F7" w:rsidRPr="00651DA4" w:rsidRDefault="009444F7" w:rsidP="009444F7">
      <w:pPr>
        <w:rPr>
          <w:sz w:val="28"/>
          <w:szCs w:val="28"/>
        </w:rPr>
      </w:pPr>
      <w:r w:rsidRPr="00651DA4">
        <w:rPr>
          <w:sz w:val="28"/>
          <w:szCs w:val="28"/>
        </w:rPr>
        <w:lastRenderedPageBreak/>
        <w:t>Согласовано:</w:t>
      </w:r>
    </w:p>
    <w:p w14:paraId="4F756F3B" w14:textId="77777777" w:rsidR="009444F7" w:rsidRPr="00651DA4" w:rsidRDefault="009444F7" w:rsidP="009444F7">
      <w:pPr>
        <w:rPr>
          <w:sz w:val="28"/>
          <w:szCs w:val="28"/>
        </w:rPr>
      </w:pPr>
    </w:p>
    <w:p w14:paraId="673914C1" w14:textId="77777777" w:rsidR="009444F7" w:rsidRPr="00651DA4" w:rsidRDefault="009444F7" w:rsidP="009444F7">
      <w:pPr>
        <w:rPr>
          <w:sz w:val="28"/>
          <w:szCs w:val="28"/>
        </w:rPr>
      </w:pPr>
      <w:r w:rsidRPr="00651DA4">
        <w:rPr>
          <w:sz w:val="28"/>
          <w:szCs w:val="28"/>
        </w:rPr>
        <w:t>Заместитель председателя</w:t>
      </w:r>
    </w:p>
    <w:p w14:paraId="13DE26A7" w14:textId="77777777" w:rsidR="009444F7" w:rsidRPr="00651DA4" w:rsidRDefault="009444F7" w:rsidP="009444F7">
      <w:pPr>
        <w:rPr>
          <w:sz w:val="28"/>
          <w:szCs w:val="28"/>
        </w:rPr>
      </w:pPr>
      <w:r w:rsidRPr="00651DA4">
        <w:rPr>
          <w:sz w:val="28"/>
          <w:szCs w:val="28"/>
        </w:rPr>
        <w:t xml:space="preserve">Контрольно-счетной палаты </w:t>
      </w:r>
      <w:r w:rsidRPr="00651DA4">
        <w:rPr>
          <w:sz w:val="28"/>
          <w:szCs w:val="28"/>
        </w:rPr>
        <w:tab/>
      </w:r>
    </w:p>
    <w:p w14:paraId="4C7D95C8" w14:textId="5574216E" w:rsidR="009444F7" w:rsidRPr="00651DA4" w:rsidRDefault="009444F7" w:rsidP="00651DA4">
      <w:pPr>
        <w:rPr>
          <w:sz w:val="28"/>
          <w:szCs w:val="28"/>
        </w:rPr>
      </w:pPr>
      <w:r w:rsidRPr="00651DA4">
        <w:rPr>
          <w:sz w:val="28"/>
          <w:szCs w:val="28"/>
        </w:rPr>
        <w:t xml:space="preserve">Липецкой области                      </w:t>
      </w:r>
      <w:r w:rsidRPr="00651DA4">
        <w:rPr>
          <w:sz w:val="28"/>
          <w:szCs w:val="28"/>
        </w:rPr>
        <w:tab/>
      </w:r>
      <w:r w:rsidRPr="00651DA4">
        <w:rPr>
          <w:sz w:val="28"/>
          <w:szCs w:val="28"/>
        </w:rPr>
        <w:tab/>
      </w:r>
      <w:r w:rsidR="00651DA4">
        <w:rPr>
          <w:sz w:val="28"/>
          <w:szCs w:val="28"/>
        </w:rPr>
        <w:t xml:space="preserve">          </w:t>
      </w:r>
      <w:r w:rsidRPr="00651DA4">
        <w:rPr>
          <w:sz w:val="28"/>
          <w:szCs w:val="28"/>
        </w:rPr>
        <w:tab/>
        <w:t xml:space="preserve">                </w:t>
      </w:r>
      <w:r w:rsidR="00651DA4">
        <w:rPr>
          <w:sz w:val="28"/>
          <w:szCs w:val="28"/>
        </w:rPr>
        <w:t xml:space="preserve">       </w:t>
      </w:r>
      <w:r w:rsidRPr="00651DA4">
        <w:rPr>
          <w:sz w:val="28"/>
          <w:szCs w:val="28"/>
        </w:rPr>
        <w:t xml:space="preserve">   И.О. Фамилия</w:t>
      </w:r>
    </w:p>
    <w:p w14:paraId="08E7ED94" w14:textId="77777777" w:rsidR="009444F7" w:rsidRPr="00651DA4" w:rsidRDefault="009444F7" w:rsidP="009444F7">
      <w:pPr>
        <w:rPr>
          <w:sz w:val="28"/>
          <w:szCs w:val="28"/>
        </w:rPr>
      </w:pPr>
    </w:p>
    <w:p w14:paraId="44920B06" w14:textId="77777777" w:rsidR="009444F7" w:rsidRPr="00651DA4" w:rsidRDefault="009444F7" w:rsidP="009444F7">
      <w:pPr>
        <w:rPr>
          <w:sz w:val="28"/>
          <w:szCs w:val="28"/>
        </w:rPr>
      </w:pPr>
    </w:p>
    <w:p w14:paraId="31BDD13A" w14:textId="02835259" w:rsidR="009444F7" w:rsidRPr="00651DA4" w:rsidRDefault="009444F7" w:rsidP="009444F7">
      <w:pPr>
        <w:rPr>
          <w:sz w:val="28"/>
          <w:szCs w:val="28"/>
        </w:rPr>
      </w:pPr>
      <w:r w:rsidRPr="00651DA4">
        <w:rPr>
          <w:sz w:val="28"/>
          <w:szCs w:val="28"/>
        </w:rPr>
        <w:t xml:space="preserve">Ведущий инспектор </w:t>
      </w:r>
      <w:r w:rsidR="000234B4">
        <w:rPr>
          <w:sz w:val="28"/>
          <w:szCs w:val="28"/>
        </w:rPr>
        <w:t xml:space="preserve">отдела </w:t>
      </w:r>
      <w:r w:rsidRPr="00651DA4">
        <w:rPr>
          <w:sz w:val="28"/>
          <w:szCs w:val="28"/>
        </w:rPr>
        <w:t>фин</w:t>
      </w:r>
      <w:r w:rsidR="00275AB9">
        <w:rPr>
          <w:sz w:val="28"/>
          <w:szCs w:val="28"/>
        </w:rPr>
        <w:t>а</w:t>
      </w:r>
      <w:r w:rsidRPr="00651DA4">
        <w:rPr>
          <w:sz w:val="28"/>
          <w:szCs w:val="28"/>
        </w:rPr>
        <w:t xml:space="preserve">нсово-экономической работы, </w:t>
      </w:r>
    </w:p>
    <w:p w14:paraId="5A107510" w14:textId="77777777" w:rsidR="009444F7" w:rsidRPr="00651DA4" w:rsidRDefault="009444F7" w:rsidP="009444F7">
      <w:pPr>
        <w:rPr>
          <w:sz w:val="28"/>
          <w:szCs w:val="28"/>
        </w:rPr>
      </w:pPr>
      <w:r w:rsidRPr="00651DA4">
        <w:rPr>
          <w:sz w:val="28"/>
          <w:szCs w:val="28"/>
        </w:rPr>
        <w:t xml:space="preserve">правового и кадрового обеспечения </w:t>
      </w:r>
    </w:p>
    <w:p w14:paraId="4467BC3B" w14:textId="0D21D01F" w:rsidR="009444F7" w:rsidRPr="00651DA4" w:rsidRDefault="009444F7" w:rsidP="009444F7">
      <w:pPr>
        <w:rPr>
          <w:sz w:val="28"/>
          <w:szCs w:val="28"/>
        </w:rPr>
      </w:pPr>
      <w:r w:rsidRPr="00651DA4">
        <w:rPr>
          <w:sz w:val="28"/>
          <w:szCs w:val="28"/>
        </w:rPr>
        <w:t>Контрольно-счетной палаты Липецкой области                            И.О. Фамилия</w:t>
      </w:r>
    </w:p>
    <w:p w14:paraId="3A51ED20" w14:textId="77777777" w:rsidR="009444F7" w:rsidRDefault="009444F7" w:rsidP="002D3E3F"/>
    <w:sectPr w:rsidR="009444F7" w:rsidSect="00A969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0" w:gutter="0"/>
      <w:pgNumType w:start="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1F46" w14:textId="77777777" w:rsidR="00AF323B" w:rsidRDefault="00AF323B">
      <w:r>
        <w:separator/>
      </w:r>
    </w:p>
  </w:endnote>
  <w:endnote w:type="continuationSeparator" w:id="0">
    <w:p w14:paraId="680D36AC" w14:textId="77777777" w:rsidR="00AF323B" w:rsidRDefault="00AF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C75E9" w14:textId="77777777" w:rsidR="007B5D2C" w:rsidRDefault="007B5D2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4C889" w14:textId="77777777" w:rsidR="007B5D2C" w:rsidRDefault="007B5D2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1EB4" w14:textId="77777777" w:rsidR="007B5D2C" w:rsidRDefault="007B5D2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22E42" w14:textId="77777777" w:rsidR="00AF323B" w:rsidRDefault="00AF323B">
      <w:r>
        <w:separator/>
      </w:r>
    </w:p>
  </w:footnote>
  <w:footnote w:type="continuationSeparator" w:id="0">
    <w:p w14:paraId="5EC48509" w14:textId="77777777" w:rsidR="00AF323B" w:rsidRDefault="00AF3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6EB0" w14:textId="77777777" w:rsidR="007B5D2C" w:rsidRDefault="007B5D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AB3B" w14:textId="77777777" w:rsidR="00984122" w:rsidRDefault="00984122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ab/>
      <w:t xml:space="preserve">Приложение № 1 </w:t>
    </w:r>
  </w:p>
  <w:p w14:paraId="1729E7CE" w14:textId="3D979C87" w:rsidR="00984122" w:rsidRPr="00984122" w:rsidRDefault="00984122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к С</w:t>
    </w:r>
    <w:r w:rsidR="007B5D2C">
      <w:rPr>
        <w:b w:val="0"/>
        <w:sz w:val="24"/>
        <w:szCs w:val="24"/>
      </w:rPr>
      <w:t>ВГ</w:t>
    </w:r>
    <w:r w:rsidRPr="00984122">
      <w:rPr>
        <w:b w:val="0"/>
        <w:sz w:val="24"/>
        <w:szCs w:val="24"/>
      </w:rPr>
      <w:t xml:space="preserve">ФК 001 </w:t>
    </w:r>
  </w:p>
  <w:p w14:paraId="3DAE767E" w14:textId="4EC60385" w:rsidR="00984122" w:rsidRDefault="00984122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>«</w:t>
    </w:r>
    <w:r w:rsidR="00A67B5F" w:rsidRPr="00984122">
      <w:rPr>
        <w:b w:val="0"/>
        <w:sz w:val="24"/>
        <w:szCs w:val="24"/>
      </w:rPr>
      <w:t xml:space="preserve">Общие правила </w:t>
    </w:r>
    <w:r w:rsidR="00A67B5F">
      <w:rPr>
        <w:b w:val="0"/>
        <w:sz w:val="24"/>
        <w:szCs w:val="24"/>
      </w:rPr>
      <w:t>п</w:t>
    </w:r>
    <w:r w:rsidRPr="00984122">
      <w:rPr>
        <w:b w:val="0"/>
        <w:sz w:val="24"/>
        <w:szCs w:val="24"/>
      </w:rPr>
      <w:t>роведение контрольных мероприятий»</w:t>
    </w:r>
  </w:p>
  <w:p w14:paraId="72015CA2" w14:textId="77777777" w:rsidR="00B26580" w:rsidRDefault="0049587C" w:rsidP="00984122">
    <w:pPr>
      <w:pStyle w:val="21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>
      <w:rPr>
        <w:b w:val="0"/>
        <w:sz w:val="24"/>
        <w:szCs w:val="24"/>
      </w:rPr>
      <w:t>Образец</w:t>
    </w:r>
  </w:p>
  <w:p w14:paraId="394BABB6" w14:textId="77777777" w:rsidR="00984122" w:rsidRDefault="00984122" w:rsidP="00984122">
    <w:pPr>
      <w:pStyle w:val="a4"/>
      <w:tabs>
        <w:tab w:val="clear" w:pos="4677"/>
        <w:tab w:val="clear" w:pos="9355"/>
        <w:tab w:val="left" w:pos="649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BCA9" w14:textId="77777777" w:rsidR="007B5D2C" w:rsidRDefault="007B5D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1401950063">
    <w:abstractNumId w:val="3"/>
  </w:num>
  <w:num w:numId="2" w16cid:durableId="1303922161">
    <w:abstractNumId w:val="0"/>
  </w:num>
  <w:num w:numId="3" w16cid:durableId="1727029579">
    <w:abstractNumId w:val="2"/>
  </w:num>
  <w:num w:numId="4" w16cid:durableId="2036494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5F"/>
    <w:rsid w:val="000121C3"/>
    <w:rsid w:val="000159FF"/>
    <w:rsid w:val="000234B4"/>
    <w:rsid w:val="0002451C"/>
    <w:rsid w:val="0003093C"/>
    <w:rsid w:val="00043123"/>
    <w:rsid w:val="00057952"/>
    <w:rsid w:val="00057B6E"/>
    <w:rsid w:val="00066D6B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5E36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157E"/>
    <w:rsid w:val="00126530"/>
    <w:rsid w:val="001277FF"/>
    <w:rsid w:val="001334F5"/>
    <w:rsid w:val="00134001"/>
    <w:rsid w:val="00141B22"/>
    <w:rsid w:val="00144468"/>
    <w:rsid w:val="00160489"/>
    <w:rsid w:val="0017634E"/>
    <w:rsid w:val="00176CB7"/>
    <w:rsid w:val="00180052"/>
    <w:rsid w:val="00194C02"/>
    <w:rsid w:val="001A069D"/>
    <w:rsid w:val="001A44B9"/>
    <w:rsid w:val="001A4DBA"/>
    <w:rsid w:val="001B7D51"/>
    <w:rsid w:val="001C15A2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165BC"/>
    <w:rsid w:val="0022231A"/>
    <w:rsid w:val="00225B94"/>
    <w:rsid w:val="00225DEA"/>
    <w:rsid w:val="00227C53"/>
    <w:rsid w:val="00227D7D"/>
    <w:rsid w:val="00250740"/>
    <w:rsid w:val="0026678A"/>
    <w:rsid w:val="00275AB9"/>
    <w:rsid w:val="00294184"/>
    <w:rsid w:val="0029482F"/>
    <w:rsid w:val="00296FA6"/>
    <w:rsid w:val="002A0140"/>
    <w:rsid w:val="002A3987"/>
    <w:rsid w:val="002B1FB6"/>
    <w:rsid w:val="002C12A4"/>
    <w:rsid w:val="002C5099"/>
    <w:rsid w:val="002D3E3F"/>
    <w:rsid w:val="002D6160"/>
    <w:rsid w:val="002E0795"/>
    <w:rsid w:val="002E46C8"/>
    <w:rsid w:val="00324891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D3521"/>
    <w:rsid w:val="003F146D"/>
    <w:rsid w:val="004031B0"/>
    <w:rsid w:val="004047B6"/>
    <w:rsid w:val="00404C00"/>
    <w:rsid w:val="00405ED0"/>
    <w:rsid w:val="00415911"/>
    <w:rsid w:val="00421A42"/>
    <w:rsid w:val="00465CCD"/>
    <w:rsid w:val="00470C01"/>
    <w:rsid w:val="00471F0A"/>
    <w:rsid w:val="0047246C"/>
    <w:rsid w:val="00480064"/>
    <w:rsid w:val="00486714"/>
    <w:rsid w:val="0049587C"/>
    <w:rsid w:val="004A22F3"/>
    <w:rsid w:val="004A730D"/>
    <w:rsid w:val="004A78D3"/>
    <w:rsid w:val="004C7FA4"/>
    <w:rsid w:val="004D337B"/>
    <w:rsid w:val="005047C3"/>
    <w:rsid w:val="005063E2"/>
    <w:rsid w:val="005133DC"/>
    <w:rsid w:val="0051785B"/>
    <w:rsid w:val="00520217"/>
    <w:rsid w:val="00536077"/>
    <w:rsid w:val="005364DD"/>
    <w:rsid w:val="0055014E"/>
    <w:rsid w:val="005616E8"/>
    <w:rsid w:val="0057624B"/>
    <w:rsid w:val="00577946"/>
    <w:rsid w:val="00581011"/>
    <w:rsid w:val="00590647"/>
    <w:rsid w:val="005B023B"/>
    <w:rsid w:val="005C3270"/>
    <w:rsid w:val="005C6B3C"/>
    <w:rsid w:val="005E3B26"/>
    <w:rsid w:val="005E624A"/>
    <w:rsid w:val="0060039A"/>
    <w:rsid w:val="00611044"/>
    <w:rsid w:val="00616E59"/>
    <w:rsid w:val="006263D4"/>
    <w:rsid w:val="00633B46"/>
    <w:rsid w:val="00637E52"/>
    <w:rsid w:val="0064228C"/>
    <w:rsid w:val="00644822"/>
    <w:rsid w:val="00645323"/>
    <w:rsid w:val="006479D3"/>
    <w:rsid w:val="006502AA"/>
    <w:rsid w:val="00650467"/>
    <w:rsid w:val="00651DA4"/>
    <w:rsid w:val="00653187"/>
    <w:rsid w:val="0066131A"/>
    <w:rsid w:val="00662F75"/>
    <w:rsid w:val="00663E38"/>
    <w:rsid w:val="00663EC8"/>
    <w:rsid w:val="00666ECF"/>
    <w:rsid w:val="00672CF4"/>
    <w:rsid w:val="0067390D"/>
    <w:rsid w:val="00675F7C"/>
    <w:rsid w:val="00676D4C"/>
    <w:rsid w:val="006771F7"/>
    <w:rsid w:val="00680994"/>
    <w:rsid w:val="00680C77"/>
    <w:rsid w:val="00684239"/>
    <w:rsid w:val="006C0636"/>
    <w:rsid w:val="006C0D85"/>
    <w:rsid w:val="006D3DDD"/>
    <w:rsid w:val="006D5B2F"/>
    <w:rsid w:val="006D5CF5"/>
    <w:rsid w:val="006E2F37"/>
    <w:rsid w:val="00713507"/>
    <w:rsid w:val="007213AA"/>
    <w:rsid w:val="007459EB"/>
    <w:rsid w:val="00750007"/>
    <w:rsid w:val="00756E55"/>
    <w:rsid w:val="007630F3"/>
    <w:rsid w:val="00763BCC"/>
    <w:rsid w:val="00771B15"/>
    <w:rsid w:val="007810FE"/>
    <w:rsid w:val="0078112E"/>
    <w:rsid w:val="007838BE"/>
    <w:rsid w:val="007A4AD1"/>
    <w:rsid w:val="007A6C6D"/>
    <w:rsid w:val="007B1202"/>
    <w:rsid w:val="007B27E4"/>
    <w:rsid w:val="007B58E4"/>
    <w:rsid w:val="007B5D2C"/>
    <w:rsid w:val="007D0586"/>
    <w:rsid w:val="007D14DC"/>
    <w:rsid w:val="007D5E03"/>
    <w:rsid w:val="007E513A"/>
    <w:rsid w:val="007E5270"/>
    <w:rsid w:val="007F7D34"/>
    <w:rsid w:val="0080583C"/>
    <w:rsid w:val="008131C4"/>
    <w:rsid w:val="008172DC"/>
    <w:rsid w:val="0082370A"/>
    <w:rsid w:val="0082762D"/>
    <w:rsid w:val="0083755B"/>
    <w:rsid w:val="00856080"/>
    <w:rsid w:val="00893209"/>
    <w:rsid w:val="008A04A3"/>
    <w:rsid w:val="008A2312"/>
    <w:rsid w:val="008A346C"/>
    <w:rsid w:val="008A706F"/>
    <w:rsid w:val="008A7FCA"/>
    <w:rsid w:val="008B1398"/>
    <w:rsid w:val="008B2F2F"/>
    <w:rsid w:val="008B4A7F"/>
    <w:rsid w:val="008B705D"/>
    <w:rsid w:val="008C2C7E"/>
    <w:rsid w:val="008D0DD2"/>
    <w:rsid w:val="00900592"/>
    <w:rsid w:val="0091377B"/>
    <w:rsid w:val="00915741"/>
    <w:rsid w:val="009304DB"/>
    <w:rsid w:val="0093179B"/>
    <w:rsid w:val="00941DAC"/>
    <w:rsid w:val="009444F7"/>
    <w:rsid w:val="00954E4B"/>
    <w:rsid w:val="00955D5E"/>
    <w:rsid w:val="009576EE"/>
    <w:rsid w:val="009778B2"/>
    <w:rsid w:val="00982D32"/>
    <w:rsid w:val="00984122"/>
    <w:rsid w:val="009945DE"/>
    <w:rsid w:val="0099596D"/>
    <w:rsid w:val="009A4A06"/>
    <w:rsid w:val="009A7393"/>
    <w:rsid w:val="009B0A92"/>
    <w:rsid w:val="009B5B5E"/>
    <w:rsid w:val="009E6293"/>
    <w:rsid w:val="00A000FA"/>
    <w:rsid w:val="00A05487"/>
    <w:rsid w:val="00A23668"/>
    <w:rsid w:val="00A2691D"/>
    <w:rsid w:val="00A3722E"/>
    <w:rsid w:val="00A37457"/>
    <w:rsid w:val="00A40785"/>
    <w:rsid w:val="00A64C2C"/>
    <w:rsid w:val="00A67B5F"/>
    <w:rsid w:val="00A874E7"/>
    <w:rsid w:val="00A94A5E"/>
    <w:rsid w:val="00A9610A"/>
    <w:rsid w:val="00A9692E"/>
    <w:rsid w:val="00A978E6"/>
    <w:rsid w:val="00AA2EAC"/>
    <w:rsid w:val="00AA33FD"/>
    <w:rsid w:val="00AC6B09"/>
    <w:rsid w:val="00AE623F"/>
    <w:rsid w:val="00AF311A"/>
    <w:rsid w:val="00AF323B"/>
    <w:rsid w:val="00AF51F2"/>
    <w:rsid w:val="00AF68A5"/>
    <w:rsid w:val="00AF7455"/>
    <w:rsid w:val="00B26580"/>
    <w:rsid w:val="00B31747"/>
    <w:rsid w:val="00B46768"/>
    <w:rsid w:val="00B47A07"/>
    <w:rsid w:val="00B47BA4"/>
    <w:rsid w:val="00B73FF1"/>
    <w:rsid w:val="00B740FC"/>
    <w:rsid w:val="00B74667"/>
    <w:rsid w:val="00B757FB"/>
    <w:rsid w:val="00B91E80"/>
    <w:rsid w:val="00B92728"/>
    <w:rsid w:val="00B96F54"/>
    <w:rsid w:val="00BA094F"/>
    <w:rsid w:val="00BA42C2"/>
    <w:rsid w:val="00BB291B"/>
    <w:rsid w:val="00BB3D5B"/>
    <w:rsid w:val="00BC2A53"/>
    <w:rsid w:val="00BD335D"/>
    <w:rsid w:val="00BD4213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2D83"/>
    <w:rsid w:val="00C34439"/>
    <w:rsid w:val="00C3653C"/>
    <w:rsid w:val="00C40A7A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B5B79"/>
    <w:rsid w:val="00CC662F"/>
    <w:rsid w:val="00CD2096"/>
    <w:rsid w:val="00CD4992"/>
    <w:rsid w:val="00CD61BA"/>
    <w:rsid w:val="00CE7B3A"/>
    <w:rsid w:val="00CF1329"/>
    <w:rsid w:val="00D02914"/>
    <w:rsid w:val="00D0625A"/>
    <w:rsid w:val="00D26CEF"/>
    <w:rsid w:val="00D36EAA"/>
    <w:rsid w:val="00D459AA"/>
    <w:rsid w:val="00D461DD"/>
    <w:rsid w:val="00D52834"/>
    <w:rsid w:val="00D563E6"/>
    <w:rsid w:val="00D65126"/>
    <w:rsid w:val="00D76797"/>
    <w:rsid w:val="00D8131C"/>
    <w:rsid w:val="00D81CC4"/>
    <w:rsid w:val="00D832E0"/>
    <w:rsid w:val="00D871E8"/>
    <w:rsid w:val="00D97365"/>
    <w:rsid w:val="00DA31B6"/>
    <w:rsid w:val="00DA428E"/>
    <w:rsid w:val="00DB6B3D"/>
    <w:rsid w:val="00DE47E5"/>
    <w:rsid w:val="00DF34A9"/>
    <w:rsid w:val="00DF6F55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99B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69D5"/>
    <w:rsid w:val="00F37C75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FD2C"/>
  <w15:docId w15:val="{00B5F286-3740-494A-AD22-A743F3AF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A7A"/>
  </w:style>
  <w:style w:type="paragraph" w:styleId="1">
    <w:name w:val="heading 1"/>
    <w:basedOn w:val="a"/>
    <w:next w:val="a"/>
    <w:qFormat/>
    <w:rsid w:val="00C40A7A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40A7A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C40A7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40A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40A7A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C40A7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0A7A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C40A7A"/>
    <w:rPr>
      <w:color w:val="993300"/>
      <w:u w:val="single"/>
    </w:rPr>
  </w:style>
  <w:style w:type="paragraph" w:styleId="a8">
    <w:name w:val="Normal (Web)"/>
    <w:basedOn w:val="a"/>
    <w:rsid w:val="00C40A7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rsid w:val="00984122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84122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character" w:styleId="af5">
    <w:name w:val="Unresolved Mention"/>
    <w:basedOn w:val="a0"/>
    <w:uiPriority w:val="99"/>
    <w:semiHidden/>
    <w:unhideWhenUsed/>
    <w:rsid w:val="001C15A2"/>
    <w:rPr>
      <w:color w:val="605E5C"/>
      <w:shd w:val="clear" w:color="auto" w:fill="E1DFDD"/>
    </w:rPr>
  </w:style>
  <w:style w:type="paragraph" w:customStyle="1" w:styleId="ConsPlusNormal">
    <w:name w:val="ConsPlusNormal"/>
    <w:rsid w:val="00471F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1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2;&#1086;&#1088;&#1086;&#1085;&#1077;&#1078;%20&#1089;&#1090;&#1072;&#1085;&#1076;&#1072;&#1088;&#1090;\&#1055;&#1056;&#1054;&#1045;&#1050;&#1058;%20&#1082;%20001%20&#1089;&#1090;&#1072;&#1085;&#1076;&#1072;&#1088;&#1090;&#1091;%20&#1055;&#1088;&#1080;&#1083;&#1086;&#1078;&#1077;&#1085;&#1080;&#1103;%20001%20&#1076;&#1077;&#1082;&#1072;&#1073;&#1088;&#1100;%202021%20&#1085;&#1086;&#1074;&#1072;&#1103;%20&#1088;&#1077;&#1076;&#1072;&#1082;&#1094;&#1080;&#1103;\&#1055;&#1088;&#1080;&#1083;&#1086;&#1078;&#1077;&#1085;&#1080;&#1077;%201%20&#1047;&#1072;&#1087;&#1088;&#1086;&#108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2A995-53AB-4C18-B2DA-29680DF0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 Запрос</Template>
  <TotalTime>7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2019-05-07T13:17:00Z</cp:lastPrinted>
  <dcterms:created xsi:type="dcterms:W3CDTF">2022-05-12T11:59:00Z</dcterms:created>
  <dcterms:modified xsi:type="dcterms:W3CDTF">2022-08-15T11:38:00Z</dcterms:modified>
</cp:coreProperties>
</file>